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A6" w:rsidRPr="0077318D" w:rsidRDefault="001329A6" w:rsidP="001329A6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jc w:val="right"/>
        <w:rPr>
          <w:color w:val="000000"/>
          <w:sz w:val="22"/>
          <w:szCs w:val="22"/>
        </w:rPr>
      </w:pPr>
      <w:r w:rsidRPr="0077318D">
        <w:rPr>
          <w:color w:val="000000"/>
          <w:sz w:val="22"/>
          <w:szCs w:val="22"/>
        </w:rPr>
        <w:t>Приложение № 4 к договору № ____________</w:t>
      </w:r>
      <w:r w:rsidR="001E18BB">
        <w:rPr>
          <w:color w:val="000000"/>
          <w:sz w:val="22"/>
          <w:szCs w:val="22"/>
        </w:rPr>
        <w:t>____</w:t>
      </w:r>
      <w:r w:rsidR="0064691D">
        <w:rPr>
          <w:color w:val="000000"/>
          <w:sz w:val="22"/>
          <w:szCs w:val="22"/>
        </w:rPr>
        <w:t xml:space="preserve"> от______________2024</w:t>
      </w:r>
      <w:bookmarkStart w:id="0" w:name="_GoBack"/>
      <w:bookmarkEnd w:id="0"/>
      <w:r w:rsidRPr="0077318D">
        <w:rPr>
          <w:color w:val="000000"/>
          <w:sz w:val="22"/>
          <w:szCs w:val="22"/>
        </w:rPr>
        <w:t>г.</w:t>
      </w:r>
    </w:p>
    <w:p w:rsidR="001329A6" w:rsidRPr="0077318D" w:rsidRDefault="001329A6" w:rsidP="001329A6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rPr>
          <w:color w:val="000000"/>
          <w:sz w:val="22"/>
          <w:szCs w:val="22"/>
        </w:rPr>
      </w:pPr>
    </w:p>
    <w:p w:rsidR="001329A6" w:rsidRPr="0077318D" w:rsidRDefault="001329A6" w:rsidP="001329A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77318D">
        <w:rPr>
          <w:b/>
          <w:color w:val="000000"/>
          <w:sz w:val="22"/>
          <w:szCs w:val="22"/>
        </w:rPr>
        <w:t>Соглашение о соблюдении антикоррупционных условий</w:t>
      </w:r>
    </w:p>
    <w:p w:rsidR="001329A6" w:rsidRPr="0077318D" w:rsidRDefault="001329A6" w:rsidP="001329A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1329A6" w:rsidRPr="0056250F" w:rsidRDefault="001329A6" w:rsidP="0077318D">
      <w:pPr>
        <w:widowControl w:val="0"/>
        <w:autoSpaceDE w:val="0"/>
        <w:autoSpaceDN w:val="0"/>
        <w:adjustRightInd w:val="0"/>
        <w:ind w:firstLine="709"/>
        <w:jc w:val="both"/>
        <w:rPr>
          <w:spacing w:val="-5"/>
          <w:sz w:val="22"/>
          <w:szCs w:val="22"/>
        </w:rPr>
      </w:pPr>
      <w:r w:rsidRPr="0077318D">
        <w:rPr>
          <w:b/>
          <w:color w:val="000000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7318D">
        <w:rPr>
          <w:color w:val="000000"/>
          <w:sz w:val="22"/>
          <w:szCs w:val="22"/>
        </w:rPr>
        <w:t xml:space="preserve">, </w:t>
      </w:r>
      <w:r w:rsidRPr="0077318D">
        <w:rPr>
          <w:sz w:val="22"/>
          <w:szCs w:val="22"/>
        </w:rPr>
        <w:t xml:space="preserve">именуемое в дальнейшем </w:t>
      </w:r>
      <w:r w:rsidRPr="0077318D">
        <w:rPr>
          <w:b/>
          <w:sz w:val="22"/>
          <w:szCs w:val="22"/>
        </w:rPr>
        <w:t xml:space="preserve">«Заказчик», </w:t>
      </w:r>
      <w:r w:rsidRPr="0077318D">
        <w:rPr>
          <w:color w:val="000000"/>
          <w:sz w:val="22"/>
          <w:szCs w:val="22"/>
        </w:rPr>
        <w:t xml:space="preserve">в лице </w:t>
      </w:r>
      <w:r w:rsidRPr="0077318D">
        <w:rPr>
          <w:sz w:val="22"/>
          <w:szCs w:val="22"/>
        </w:rPr>
        <w:t xml:space="preserve">директора филиала ООО «Байкальская энергетическая компания» ТЭЦ-12 </w:t>
      </w:r>
      <w:proofErr w:type="spellStart"/>
      <w:r w:rsidRPr="0077318D">
        <w:rPr>
          <w:sz w:val="22"/>
          <w:szCs w:val="22"/>
        </w:rPr>
        <w:t>Алымова</w:t>
      </w:r>
      <w:proofErr w:type="spellEnd"/>
      <w:r w:rsidRPr="0077318D">
        <w:rPr>
          <w:sz w:val="22"/>
          <w:szCs w:val="22"/>
        </w:rPr>
        <w:t xml:space="preserve"> Андрея Сергеевича, действующего</w:t>
      </w:r>
      <w:r w:rsidR="00DD68FB">
        <w:rPr>
          <w:sz w:val="22"/>
          <w:szCs w:val="22"/>
        </w:rPr>
        <w:t xml:space="preserve"> на основании доверенности </w:t>
      </w:r>
      <w:r w:rsidR="00DD68FB" w:rsidRPr="0056250F">
        <w:rPr>
          <w:sz w:val="22"/>
          <w:szCs w:val="22"/>
        </w:rPr>
        <w:t>№ 113 от 01.04.2023</w:t>
      </w:r>
      <w:r w:rsidRPr="0056250F">
        <w:rPr>
          <w:sz w:val="22"/>
          <w:szCs w:val="22"/>
        </w:rPr>
        <w:t xml:space="preserve"> г.</w:t>
      </w:r>
      <w:r w:rsidRPr="0056250F">
        <w:rPr>
          <w:spacing w:val="-1"/>
          <w:sz w:val="22"/>
          <w:szCs w:val="22"/>
        </w:rPr>
        <w:t>,</w:t>
      </w:r>
      <w:r w:rsidRPr="0056250F">
        <w:rPr>
          <w:sz w:val="22"/>
          <w:szCs w:val="22"/>
        </w:rPr>
        <w:t xml:space="preserve"> с одной стороны</w:t>
      </w:r>
      <w:r w:rsidRPr="0056250F">
        <w:rPr>
          <w:spacing w:val="-3"/>
          <w:sz w:val="22"/>
          <w:szCs w:val="22"/>
        </w:rPr>
        <w:t xml:space="preserve">, </w:t>
      </w:r>
      <w:r w:rsidR="00376912" w:rsidRPr="0056250F">
        <w:rPr>
          <w:spacing w:val="-3"/>
          <w:sz w:val="22"/>
          <w:szCs w:val="22"/>
        </w:rPr>
        <w:t xml:space="preserve">и </w:t>
      </w:r>
      <w:r w:rsidR="00C0215A">
        <w:rPr>
          <w:b/>
          <w:spacing w:val="-3"/>
          <w:sz w:val="22"/>
          <w:szCs w:val="22"/>
        </w:rPr>
        <w:t>___________________</w:t>
      </w:r>
      <w:r w:rsidR="00174E76" w:rsidRPr="00174E76">
        <w:rPr>
          <w:b/>
          <w:spacing w:val="-3"/>
          <w:sz w:val="22"/>
          <w:szCs w:val="22"/>
        </w:rPr>
        <w:t xml:space="preserve">, </w:t>
      </w:r>
      <w:r w:rsidR="00174E76" w:rsidRPr="00174E76">
        <w:rPr>
          <w:spacing w:val="-3"/>
          <w:sz w:val="22"/>
          <w:szCs w:val="22"/>
        </w:rPr>
        <w:t xml:space="preserve">именуемое в дальнейшем </w:t>
      </w:r>
      <w:r w:rsidR="00174E76" w:rsidRPr="00FD6B95">
        <w:rPr>
          <w:b/>
          <w:spacing w:val="-3"/>
          <w:sz w:val="22"/>
          <w:szCs w:val="22"/>
        </w:rPr>
        <w:t>«Исполнитель»</w:t>
      </w:r>
      <w:r w:rsidR="00174E76" w:rsidRPr="00174E76">
        <w:rPr>
          <w:spacing w:val="-3"/>
          <w:sz w:val="22"/>
          <w:szCs w:val="22"/>
        </w:rPr>
        <w:t xml:space="preserve">, действующего на основании </w:t>
      </w:r>
      <w:r w:rsidR="00C0215A">
        <w:rPr>
          <w:spacing w:val="-3"/>
          <w:sz w:val="22"/>
          <w:szCs w:val="22"/>
        </w:rPr>
        <w:t>Устава</w:t>
      </w:r>
      <w:r w:rsidRPr="0056250F">
        <w:rPr>
          <w:spacing w:val="-3"/>
          <w:sz w:val="22"/>
          <w:szCs w:val="22"/>
        </w:rPr>
        <w:t>, с другой стороны</w:t>
      </w:r>
      <w:r w:rsidRPr="0056250F">
        <w:rPr>
          <w:sz w:val="22"/>
          <w:szCs w:val="22"/>
        </w:rPr>
        <w:t xml:space="preserve">, </w:t>
      </w:r>
      <w:r w:rsidRPr="0056250F">
        <w:rPr>
          <w:spacing w:val="4"/>
          <w:sz w:val="22"/>
          <w:szCs w:val="22"/>
        </w:rPr>
        <w:t>заключили настоящее соглашение (далее – «</w:t>
      </w:r>
      <w:r w:rsidRPr="0056250F">
        <w:rPr>
          <w:b/>
          <w:spacing w:val="4"/>
          <w:sz w:val="22"/>
          <w:szCs w:val="22"/>
        </w:rPr>
        <w:t>Соглашение</w:t>
      </w:r>
      <w:r w:rsidRPr="0056250F">
        <w:rPr>
          <w:spacing w:val="4"/>
          <w:sz w:val="22"/>
          <w:szCs w:val="22"/>
        </w:rPr>
        <w:t>») к Договору оказания услуг № ____________</w:t>
      </w:r>
      <w:r w:rsidR="001E18BB">
        <w:rPr>
          <w:spacing w:val="4"/>
          <w:sz w:val="22"/>
          <w:szCs w:val="22"/>
        </w:rPr>
        <w:t>_____</w:t>
      </w:r>
      <w:r w:rsidRPr="0056250F">
        <w:rPr>
          <w:spacing w:val="4"/>
          <w:sz w:val="22"/>
          <w:szCs w:val="22"/>
        </w:rPr>
        <w:t>от _________</w:t>
      </w:r>
      <w:r w:rsidR="0077318D" w:rsidRPr="0056250F">
        <w:rPr>
          <w:spacing w:val="4"/>
          <w:sz w:val="22"/>
          <w:szCs w:val="22"/>
        </w:rPr>
        <w:t>___</w:t>
      </w:r>
      <w:r w:rsidRPr="0056250F">
        <w:rPr>
          <w:spacing w:val="4"/>
          <w:sz w:val="22"/>
          <w:szCs w:val="22"/>
        </w:rPr>
        <w:t>2023 г. (далее – «</w:t>
      </w:r>
      <w:r w:rsidRPr="0056250F">
        <w:rPr>
          <w:b/>
          <w:spacing w:val="4"/>
          <w:sz w:val="22"/>
          <w:szCs w:val="22"/>
        </w:rPr>
        <w:t>Договор</w:t>
      </w:r>
      <w:r w:rsidRPr="0056250F">
        <w:rPr>
          <w:spacing w:val="4"/>
          <w:sz w:val="22"/>
          <w:szCs w:val="22"/>
        </w:rPr>
        <w:t>») о нижеследующем</w:t>
      </w:r>
      <w:r w:rsidRPr="0056250F">
        <w:rPr>
          <w:spacing w:val="-5"/>
          <w:sz w:val="22"/>
          <w:szCs w:val="22"/>
        </w:rPr>
        <w:t>:</w:t>
      </w:r>
    </w:p>
    <w:p w:rsidR="001329A6" w:rsidRPr="0077318D" w:rsidRDefault="001329A6" w:rsidP="0077318D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2"/>
          <w:szCs w:val="22"/>
        </w:rPr>
      </w:pP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1329A6" w:rsidRPr="0077318D" w:rsidRDefault="0064691D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691D">
        <w:rPr>
          <w:sz w:val="22"/>
          <w:szCs w:val="22"/>
        </w:rPr>
        <w:t xml:space="preserve">- </w:t>
      </w:r>
      <w:r w:rsidR="001329A6" w:rsidRPr="0077318D">
        <w:rPr>
          <w:sz w:val="22"/>
          <w:szCs w:val="22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1329A6" w:rsidRPr="0077318D" w:rsidRDefault="0064691D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691D">
        <w:rPr>
          <w:sz w:val="22"/>
          <w:szCs w:val="22"/>
        </w:rPr>
        <w:t xml:space="preserve">- </w:t>
      </w:r>
      <w:r w:rsidR="001329A6" w:rsidRPr="0077318D">
        <w:rPr>
          <w:sz w:val="22"/>
          <w:szCs w:val="22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1329A6" w:rsidRPr="0077318D" w:rsidRDefault="0064691D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691D">
        <w:rPr>
          <w:sz w:val="22"/>
          <w:szCs w:val="22"/>
        </w:rPr>
        <w:t xml:space="preserve">- </w:t>
      </w:r>
      <w:r w:rsidR="001329A6" w:rsidRPr="0077318D">
        <w:rPr>
          <w:sz w:val="22"/>
          <w:szCs w:val="22"/>
        </w:rPr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2. </w:t>
      </w:r>
      <w:r w:rsidRPr="0077318D">
        <w:rPr>
          <w:sz w:val="22"/>
          <w:szCs w:val="22"/>
        </w:rPr>
        <w:tab/>
      </w:r>
      <w:proofErr w:type="gramStart"/>
      <w:r w:rsidRPr="0077318D">
        <w:rPr>
          <w:sz w:val="22"/>
          <w:szCs w:val="22"/>
        </w:rPr>
        <w:t>В</w:t>
      </w:r>
      <w:proofErr w:type="gramEnd"/>
      <w:r w:rsidRPr="0077318D">
        <w:rPr>
          <w:sz w:val="22"/>
          <w:szCs w:val="22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>3.</w:t>
      </w:r>
      <w:r w:rsidRPr="0077318D"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4. </w:t>
      </w:r>
      <w:r w:rsidRPr="0077318D">
        <w:rPr>
          <w:sz w:val="22"/>
          <w:szCs w:val="22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5. </w:t>
      </w:r>
      <w:r w:rsidRPr="0077318D"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6. </w:t>
      </w:r>
      <w:r w:rsidRPr="0077318D">
        <w:rPr>
          <w:sz w:val="22"/>
          <w:szCs w:val="22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7. </w:t>
      </w:r>
      <w:r w:rsidRPr="0077318D">
        <w:rPr>
          <w:sz w:val="22"/>
          <w:szCs w:val="22"/>
        </w:rPr>
        <w:tab/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</w:t>
      </w:r>
      <w:r w:rsidRPr="0077318D">
        <w:rPr>
          <w:sz w:val="22"/>
          <w:szCs w:val="22"/>
        </w:rPr>
        <w:lastRenderedPageBreak/>
        <w:t>Стороны в целом, так и для конкретных работников обращающейся Стороны, сообщивших о факте нарушений.</w:t>
      </w:r>
    </w:p>
    <w:p w:rsidR="0035116C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7318D">
        <w:rPr>
          <w:sz w:val="22"/>
          <w:szCs w:val="22"/>
        </w:rPr>
        <w:t xml:space="preserve">8. </w:t>
      </w:r>
      <w:r w:rsidRPr="0077318D">
        <w:rPr>
          <w:sz w:val="22"/>
          <w:szCs w:val="22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35116C" w:rsidRDefault="0035116C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1329A6" w:rsidRPr="0035116C" w:rsidRDefault="0035116C" w:rsidP="0035116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35116C">
        <w:rPr>
          <w:b/>
          <w:sz w:val="22"/>
          <w:szCs w:val="22"/>
        </w:rPr>
        <w:t>Подписи сторон:</w:t>
      </w:r>
    </w:p>
    <w:p w:rsidR="001329A6" w:rsidRDefault="001329A6" w:rsidP="0035116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35116C" w:rsidRPr="00923C9C" w:rsidTr="001E18BB">
        <w:tc>
          <w:tcPr>
            <w:tcW w:w="5812" w:type="dxa"/>
            <w:shd w:val="clear" w:color="auto" w:fill="auto"/>
          </w:tcPr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:rsidR="0035116C" w:rsidRPr="00923C9C" w:rsidRDefault="0035116C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</w:t>
            </w:r>
            <w:proofErr w:type="spellStart"/>
            <w:r w:rsidRPr="00923C9C">
              <w:rPr>
                <w:sz w:val="22"/>
                <w:szCs w:val="22"/>
              </w:rPr>
              <w:t>Алымов</w:t>
            </w:r>
            <w:proofErr w:type="spellEnd"/>
            <w:r w:rsidRPr="00923C9C">
              <w:rPr>
                <w:sz w:val="22"/>
                <w:szCs w:val="22"/>
              </w:rPr>
              <w:t xml:space="preserve"> </w:t>
            </w: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:rsidR="0035116C" w:rsidRPr="00923C9C" w:rsidRDefault="00C0215A" w:rsidP="005E2F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______________2024</w:t>
            </w:r>
            <w:r w:rsidR="0035116C" w:rsidRPr="00923C9C">
              <w:rPr>
                <w:sz w:val="22"/>
                <w:szCs w:val="22"/>
              </w:rPr>
              <w:t>г.</w:t>
            </w:r>
          </w:p>
        </w:tc>
        <w:tc>
          <w:tcPr>
            <w:tcW w:w="4111" w:type="dxa"/>
          </w:tcPr>
          <w:p w:rsidR="0035116C" w:rsidRPr="00923C9C" w:rsidRDefault="0035116C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:rsidR="0035116C" w:rsidRDefault="0035116C" w:rsidP="005E2FEB">
            <w:pPr>
              <w:jc w:val="both"/>
              <w:rPr>
                <w:sz w:val="22"/>
                <w:szCs w:val="22"/>
              </w:rPr>
            </w:pPr>
          </w:p>
          <w:p w:rsidR="00C0215A" w:rsidRPr="00923C9C" w:rsidRDefault="00C0215A" w:rsidP="005E2FEB">
            <w:pPr>
              <w:jc w:val="both"/>
              <w:rPr>
                <w:sz w:val="22"/>
                <w:szCs w:val="22"/>
              </w:rPr>
            </w:pP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______________</w:t>
            </w:r>
            <w:r w:rsidR="00174E76">
              <w:rPr>
                <w:sz w:val="22"/>
                <w:szCs w:val="22"/>
              </w:rPr>
              <w:t>____</w:t>
            </w:r>
            <w:r w:rsidRPr="00923C9C">
              <w:rPr>
                <w:sz w:val="22"/>
                <w:szCs w:val="22"/>
              </w:rPr>
              <w:t xml:space="preserve"> </w:t>
            </w:r>
          </w:p>
          <w:p w:rsidR="0035116C" w:rsidRPr="00923C9C" w:rsidRDefault="00C0215A" w:rsidP="005E2FEB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________________ 2024</w:t>
            </w:r>
            <w:r w:rsidR="0035116C" w:rsidRPr="00923C9C">
              <w:rPr>
                <w:sz w:val="22"/>
                <w:szCs w:val="22"/>
              </w:rPr>
              <w:t>г.</w:t>
            </w:r>
          </w:p>
        </w:tc>
      </w:tr>
      <w:tr w:rsidR="0035116C" w:rsidRPr="00C0215A" w:rsidTr="001E18BB">
        <w:trPr>
          <w:gridAfter w:val="1"/>
          <w:wAfter w:w="4111" w:type="dxa"/>
        </w:trPr>
        <w:tc>
          <w:tcPr>
            <w:tcW w:w="5812" w:type="dxa"/>
            <w:shd w:val="clear" w:color="auto" w:fill="auto"/>
          </w:tcPr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</w:p>
        </w:tc>
      </w:tr>
    </w:tbl>
    <w:p w:rsidR="0035116C" w:rsidRDefault="0035116C" w:rsidP="0035116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textAlignment w:val="baseline"/>
        <w:rPr>
          <w:b/>
          <w:color w:val="000000"/>
          <w:sz w:val="22"/>
          <w:szCs w:val="22"/>
        </w:rPr>
      </w:pPr>
    </w:p>
    <w:sectPr w:rsidR="0035116C" w:rsidSect="006374F6">
      <w:footerReference w:type="default" r:id="rId7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9C0" w:rsidRDefault="00D029C0" w:rsidP="003448B7">
      <w:r>
        <w:separator/>
      </w:r>
    </w:p>
  </w:endnote>
  <w:endnote w:type="continuationSeparator" w:id="0">
    <w:p w:rsidR="00D029C0" w:rsidRDefault="00D029C0" w:rsidP="0034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306143"/>
      <w:docPartObj>
        <w:docPartGallery w:val="Page Numbers (Bottom of Page)"/>
        <w:docPartUnique/>
      </w:docPartObj>
    </w:sdtPr>
    <w:sdtEndPr/>
    <w:sdtContent>
      <w:p w:rsidR="003448B7" w:rsidRDefault="00D029C0">
        <w:pPr>
          <w:pStyle w:val="a5"/>
          <w:jc w:val="right"/>
        </w:pPr>
      </w:p>
    </w:sdtContent>
  </w:sdt>
  <w:p w:rsidR="003448B7" w:rsidRDefault="003448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9C0" w:rsidRDefault="00D029C0" w:rsidP="003448B7">
      <w:r>
        <w:separator/>
      </w:r>
    </w:p>
  </w:footnote>
  <w:footnote w:type="continuationSeparator" w:id="0">
    <w:p w:rsidR="00D029C0" w:rsidRDefault="00D029C0" w:rsidP="0034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B7"/>
    <w:rsid w:val="00004161"/>
    <w:rsid w:val="00016F7A"/>
    <w:rsid w:val="00092EAE"/>
    <w:rsid w:val="000B354F"/>
    <w:rsid w:val="000F7987"/>
    <w:rsid w:val="001329A6"/>
    <w:rsid w:val="00174E76"/>
    <w:rsid w:val="00177738"/>
    <w:rsid w:val="001E18BB"/>
    <w:rsid w:val="001E33EB"/>
    <w:rsid w:val="002156E4"/>
    <w:rsid w:val="0021771A"/>
    <w:rsid w:val="0022389B"/>
    <w:rsid w:val="00224B73"/>
    <w:rsid w:val="00263783"/>
    <w:rsid w:val="002A1647"/>
    <w:rsid w:val="002D3E33"/>
    <w:rsid w:val="002F05B7"/>
    <w:rsid w:val="00330024"/>
    <w:rsid w:val="00343C5F"/>
    <w:rsid w:val="003448B7"/>
    <w:rsid w:val="0035116C"/>
    <w:rsid w:val="00351F2A"/>
    <w:rsid w:val="0037622B"/>
    <w:rsid w:val="00376912"/>
    <w:rsid w:val="0037734C"/>
    <w:rsid w:val="003C0F9D"/>
    <w:rsid w:val="0040466A"/>
    <w:rsid w:val="00421F08"/>
    <w:rsid w:val="00452D65"/>
    <w:rsid w:val="00483245"/>
    <w:rsid w:val="00485793"/>
    <w:rsid w:val="00490B46"/>
    <w:rsid w:val="00492268"/>
    <w:rsid w:val="004A5983"/>
    <w:rsid w:val="004D09AA"/>
    <w:rsid w:val="004E531E"/>
    <w:rsid w:val="0056250F"/>
    <w:rsid w:val="00580761"/>
    <w:rsid w:val="00584B31"/>
    <w:rsid w:val="005D40D3"/>
    <w:rsid w:val="005D5D5A"/>
    <w:rsid w:val="005D76A3"/>
    <w:rsid w:val="00634C5E"/>
    <w:rsid w:val="00635160"/>
    <w:rsid w:val="006374F6"/>
    <w:rsid w:val="0064691D"/>
    <w:rsid w:val="006933F0"/>
    <w:rsid w:val="006973FD"/>
    <w:rsid w:val="006A53C6"/>
    <w:rsid w:val="006D2FE0"/>
    <w:rsid w:val="006E4692"/>
    <w:rsid w:val="006E6415"/>
    <w:rsid w:val="0072170C"/>
    <w:rsid w:val="00760028"/>
    <w:rsid w:val="0077318D"/>
    <w:rsid w:val="00776762"/>
    <w:rsid w:val="00780A0E"/>
    <w:rsid w:val="00791424"/>
    <w:rsid w:val="00797225"/>
    <w:rsid w:val="007E729F"/>
    <w:rsid w:val="00807501"/>
    <w:rsid w:val="00837933"/>
    <w:rsid w:val="00881FE6"/>
    <w:rsid w:val="008A3580"/>
    <w:rsid w:val="008B4960"/>
    <w:rsid w:val="008D7A0F"/>
    <w:rsid w:val="00922925"/>
    <w:rsid w:val="00951C1C"/>
    <w:rsid w:val="00977EEA"/>
    <w:rsid w:val="00985135"/>
    <w:rsid w:val="00985FCE"/>
    <w:rsid w:val="0099795D"/>
    <w:rsid w:val="009D53A2"/>
    <w:rsid w:val="009D58E3"/>
    <w:rsid w:val="009E189D"/>
    <w:rsid w:val="009F382B"/>
    <w:rsid w:val="00A02A2B"/>
    <w:rsid w:val="00A25825"/>
    <w:rsid w:val="00A27396"/>
    <w:rsid w:val="00A54346"/>
    <w:rsid w:val="00A60F99"/>
    <w:rsid w:val="00A809EA"/>
    <w:rsid w:val="00AA0320"/>
    <w:rsid w:val="00AA744C"/>
    <w:rsid w:val="00AC629F"/>
    <w:rsid w:val="00B13789"/>
    <w:rsid w:val="00B27314"/>
    <w:rsid w:val="00B27F7F"/>
    <w:rsid w:val="00B366C2"/>
    <w:rsid w:val="00B57488"/>
    <w:rsid w:val="00B77E9F"/>
    <w:rsid w:val="00B95DDB"/>
    <w:rsid w:val="00B97A6E"/>
    <w:rsid w:val="00BA0447"/>
    <w:rsid w:val="00BC64AD"/>
    <w:rsid w:val="00C0215A"/>
    <w:rsid w:val="00C07946"/>
    <w:rsid w:val="00C2250F"/>
    <w:rsid w:val="00C30117"/>
    <w:rsid w:val="00C44F1D"/>
    <w:rsid w:val="00C62468"/>
    <w:rsid w:val="00C824EC"/>
    <w:rsid w:val="00C863AA"/>
    <w:rsid w:val="00C901BD"/>
    <w:rsid w:val="00C90BAB"/>
    <w:rsid w:val="00CB6DBB"/>
    <w:rsid w:val="00CB7363"/>
    <w:rsid w:val="00CE30F8"/>
    <w:rsid w:val="00D029C0"/>
    <w:rsid w:val="00D05C59"/>
    <w:rsid w:val="00D16D03"/>
    <w:rsid w:val="00D513C7"/>
    <w:rsid w:val="00DA59D3"/>
    <w:rsid w:val="00DB1800"/>
    <w:rsid w:val="00DD68FB"/>
    <w:rsid w:val="00E31B57"/>
    <w:rsid w:val="00E40122"/>
    <w:rsid w:val="00E41371"/>
    <w:rsid w:val="00E46F17"/>
    <w:rsid w:val="00E54AEA"/>
    <w:rsid w:val="00ED206A"/>
    <w:rsid w:val="00EF4367"/>
    <w:rsid w:val="00EF7075"/>
    <w:rsid w:val="00F11FE6"/>
    <w:rsid w:val="00F25F68"/>
    <w:rsid w:val="00F417AE"/>
    <w:rsid w:val="00F540FD"/>
    <w:rsid w:val="00FD6B95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DFBF"/>
  <w15:docId w15:val="{671234C7-402D-4F3A-836C-CCC82F0C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4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44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4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5C5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5C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ТЭЦ-6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HilIV</dc:creator>
  <cp:keywords/>
  <dc:description/>
  <cp:lastModifiedBy>Paklina Olga</cp:lastModifiedBy>
  <cp:revision>2</cp:revision>
  <cp:lastPrinted>2023-06-27T03:06:00Z</cp:lastPrinted>
  <dcterms:created xsi:type="dcterms:W3CDTF">2023-11-07T09:03:00Z</dcterms:created>
  <dcterms:modified xsi:type="dcterms:W3CDTF">2023-11-07T09:03:00Z</dcterms:modified>
</cp:coreProperties>
</file>